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:rsidTr="00C66170">
        <w:trPr>
          <w:cantSplit/>
          <w:trHeight w:val="567"/>
        </w:trPr>
        <w:tc>
          <w:tcPr>
            <w:tcW w:w="5217" w:type="dxa"/>
            <w:vMerge w:val="restart"/>
          </w:tcPr>
          <w:p w:rsidR="00DA675D" w:rsidRDefault="00B7608B" w:rsidP="006113B4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22668E">
              <w:rPr>
                <w:noProof/>
              </w:rPr>
              <w:t>Viljandi</w:t>
            </w:r>
            <w:r w:rsidR="00320540" w:rsidRPr="00320540">
              <w:rPr>
                <w:noProof/>
              </w:rPr>
              <w:t xml:space="preserve"> politseijaoskond</w:t>
            </w:r>
          </w:p>
          <w:p w:rsidR="00E85637" w:rsidRDefault="00441056" w:rsidP="0022668E">
            <w:pPr>
              <w:framePr w:w="9582" w:h="2155" w:wrap="notBeside" w:vAnchor="page" w:hAnchor="page" w:x="1702" w:y="3063"/>
            </w:pPr>
            <w:r>
              <w:rPr>
                <w:noProof/>
              </w:rPr>
              <w:t>l</w:t>
            </w:r>
            <w:r w:rsidR="0022668E">
              <w:rPr>
                <w:noProof/>
              </w:rPr>
              <w:t>ouna</w:t>
            </w:r>
            <w:r w:rsidR="00DA675D" w:rsidRPr="00DA675D">
              <w:rPr>
                <w:noProof/>
              </w:rPr>
              <w:t>@politsei.ee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26" w:type="dxa"/>
            <w:noWrap/>
          </w:tcPr>
          <w:p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:rsidTr="00C66170">
        <w:trPr>
          <w:cantSplit/>
          <w:trHeight w:val="743"/>
        </w:trPr>
        <w:tc>
          <w:tcPr>
            <w:tcW w:w="5217" w:type="dxa"/>
            <w:vMerge/>
          </w:tcPr>
          <w:p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:rsidR="00E85637" w:rsidRDefault="00B7608B" w:rsidP="005A17B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3-2.1/</w:t>
            </w:r>
            <w:r w:rsidR="005A17BB">
              <w:rPr>
                <w:noProof/>
              </w:rPr>
              <w:t>3787</w:t>
            </w:r>
            <w:r>
              <w:fldChar w:fldCharType="end"/>
            </w:r>
            <w:bookmarkEnd w:id="1"/>
          </w:p>
        </w:tc>
      </w:tr>
      <w:tr w:rsidR="00E85637" w:rsidTr="00C66170">
        <w:trPr>
          <w:cantSplit/>
          <w:trHeight w:hRule="exact" w:val="23"/>
        </w:trPr>
        <w:tc>
          <w:tcPr>
            <w:tcW w:w="5217" w:type="dxa"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:rsidR="00E85637" w:rsidRDefault="00E85637">
      <w:pPr>
        <w:framePr w:w="9582" w:h="2155" w:wrap="notBeside" w:vAnchor="page" w:hAnchor="page" w:x="1702" w:y="3063"/>
        <w:rPr>
          <w:sz w:val="12"/>
        </w:rPr>
      </w:pPr>
    </w:p>
    <w:p w:rsidR="00E85637" w:rsidRDefault="00E85637">
      <w:pPr>
        <w:rPr>
          <w:spacing w:val="0"/>
          <w:position w:val="0"/>
          <w:sz w:val="20"/>
        </w:rPr>
      </w:pPr>
    </w:p>
    <w:p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5FFEBEE" wp14:editId="460AC734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637" w:rsidRDefault="00B06906" w:rsidP="0058282E">
      <w:pPr>
        <w:pStyle w:val="Pealkiri1"/>
        <w:rPr>
          <w:noProof/>
        </w:rPr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DA675D">
        <w:t>Avaldus</w:t>
      </w:r>
      <w:r w:rsidRPr="00B06906">
        <w:fldChar w:fldCharType="end"/>
      </w:r>
    </w:p>
    <w:p w:rsidR="00E85637" w:rsidRDefault="00E85637"/>
    <w:p w:rsidR="00E85637" w:rsidRDefault="00E85637">
      <w:pPr>
        <w:rPr>
          <w:sz w:val="26"/>
        </w:rPr>
      </w:pPr>
    </w:p>
    <w:p w:rsidR="00BF6847" w:rsidRDefault="000B0CA3" w:rsidP="00DA675D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15</w:t>
      </w:r>
      <w:r w:rsidR="001A5DFA">
        <w:rPr>
          <w:spacing w:val="0"/>
          <w:position w:val="0"/>
        </w:rPr>
        <w:t>.</w:t>
      </w:r>
      <w:r>
        <w:rPr>
          <w:spacing w:val="0"/>
          <w:position w:val="0"/>
        </w:rPr>
        <w:t>06</w:t>
      </w:r>
      <w:r w:rsidR="001A5DFA">
        <w:rPr>
          <w:spacing w:val="0"/>
          <w:position w:val="0"/>
        </w:rPr>
        <w:t>.202</w:t>
      </w:r>
      <w:r>
        <w:rPr>
          <w:spacing w:val="0"/>
          <w:position w:val="0"/>
        </w:rPr>
        <w:t>1</w:t>
      </w:r>
      <w:r w:rsidR="00DA675D" w:rsidRPr="00DA675D">
        <w:rPr>
          <w:spacing w:val="0"/>
          <w:position w:val="0"/>
        </w:rPr>
        <w:t xml:space="preserve">.a. </w:t>
      </w:r>
      <w:r w:rsidR="00117652">
        <w:rPr>
          <w:spacing w:val="0"/>
          <w:position w:val="0"/>
        </w:rPr>
        <w:t>tuvastas</w:t>
      </w:r>
      <w:r w:rsidR="00DA675D" w:rsidRPr="00DA675D">
        <w:rPr>
          <w:spacing w:val="0"/>
          <w:position w:val="0"/>
        </w:rPr>
        <w:t xml:space="preserve"> Riigimetsa Majandamise Kes</w:t>
      </w:r>
      <w:r w:rsidR="00253A82">
        <w:rPr>
          <w:spacing w:val="0"/>
          <w:position w:val="0"/>
        </w:rPr>
        <w:t xml:space="preserve">kuse praaker </w:t>
      </w:r>
      <w:r w:rsidR="0022668E">
        <w:rPr>
          <w:spacing w:val="0"/>
          <w:position w:val="0"/>
        </w:rPr>
        <w:t>Veljo Kask</w:t>
      </w:r>
      <w:r w:rsidR="00E80AA7">
        <w:rPr>
          <w:spacing w:val="0"/>
          <w:position w:val="0"/>
        </w:rPr>
        <w:t xml:space="preserve">, </w:t>
      </w:r>
      <w:r w:rsidR="00117652">
        <w:rPr>
          <w:spacing w:val="0"/>
          <w:position w:val="0"/>
        </w:rPr>
        <w:t>et</w:t>
      </w:r>
      <w:r w:rsidR="00253A82">
        <w:rPr>
          <w:spacing w:val="0"/>
          <w:position w:val="0"/>
        </w:rPr>
        <w:t xml:space="preserve"> RMK Edela regiooni </w:t>
      </w:r>
      <w:r w:rsidR="0022668E">
        <w:rPr>
          <w:spacing w:val="0"/>
          <w:position w:val="0"/>
        </w:rPr>
        <w:t>Viljandimaa</w:t>
      </w:r>
      <w:r w:rsidR="00085C8D">
        <w:rPr>
          <w:spacing w:val="0"/>
          <w:position w:val="0"/>
        </w:rPr>
        <w:t xml:space="preserve"> metskonna territooriumil</w:t>
      </w:r>
      <w:r w:rsidR="001A5DFA">
        <w:rPr>
          <w:spacing w:val="0"/>
          <w:position w:val="0"/>
        </w:rPr>
        <w:t>,</w:t>
      </w:r>
      <w:r w:rsidR="00E80AA7">
        <w:rPr>
          <w:spacing w:val="0"/>
          <w:position w:val="0"/>
        </w:rPr>
        <w:t xml:space="preserve"> Viljandi</w:t>
      </w:r>
      <w:r w:rsidR="001A5DFA">
        <w:rPr>
          <w:spacing w:val="0"/>
          <w:position w:val="0"/>
        </w:rPr>
        <w:t xml:space="preserve"> </w:t>
      </w:r>
      <w:r w:rsidR="003409EA">
        <w:rPr>
          <w:spacing w:val="0"/>
          <w:position w:val="0"/>
        </w:rPr>
        <w:t>val</w:t>
      </w:r>
      <w:r w:rsidR="0098149F">
        <w:rPr>
          <w:spacing w:val="0"/>
          <w:position w:val="0"/>
        </w:rPr>
        <w:t>las</w:t>
      </w:r>
      <w:r w:rsidR="001A5DFA">
        <w:rPr>
          <w:spacing w:val="0"/>
          <w:position w:val="0"/>
        </w:rPr>
        <w:t>,</w:t>
      </w:r>
      <w:r w:rsidR="00E80AA7">
        <w:rPr>
          <w:spacing w:val="0"/>
          <w:position w:val="0"/>
        </w:rPr>
        <w:t xml:space="preserve">  </w:t>
      </w:r>
      <w:proofErr w:type="spellStart"/>
      <w:r w:rsidR="00E80AA7">
        <w:rPr>
          <w:spacing w:val="0"/>
          <w:position w:val="0"/>
        </w:rPr>
        <w:t>Ramsi</w:t>
      </w:r>
      <w:proofErr w:type="spellEnd"/>
      <w:r w:rsidR="00E80AA7">
        <w:rPr>
          <w:spacing w:val="0"/>
          <w:position w:val="0"/>
        </w:rPr>
        <w:t xml:space="preserve"> </w:t>
      </w:r>
      <w:r w:rsidR="00DA675D" w:rsidRPr="00DA675D">
        <w:rPr>
          <w:spacing w:val="0"/>
          <w:position w:val="0"/>
        </w:rPr>
        <w:t>külas, k</w:t>
      </w:r>
      <w:r w:rsidR="00085C8D">
        <w:rPr>
          <w:spacing w:val="0"/>
          <w:position w:val="0"/>
        </w:rPr>
        <w:t>atastriüksusel nr</w:t>
      </w:r>
      <w:r w:rsidR="00BF6847">
        <w:rPr>
          <w:spacing w:val="0"/>
          <w:position w:val="0"/>
        </w:rPr>
        <w:t>. 62903:002:7713</w:t>
      </w:r>
      <w:r w:rsidR="001A5DFA">
        <w:rPr>
          <w:spacing w:val="0"/>
          <w:position w:val="0"/>
        </w:rPr>
        <w:t xml:space="preserve">, asuvast vahelaost </w:t>
      </w:r>
      <w:r w:rsidRPr="000B0CA3">
        <w:rPr>
          <w:spacing w:val="0"/>
          <w:position w:val="0"/>
        </w:rPr>
        <w:t>OI172</w:t>
      </w:r>
      <w:r w:rsidR="00DA675D" w:rsidRPr="00DA675D">
        <w:rPr>
          <w:spacing w:val="0"/>
          <w:position w:val="0"/>
        </w:rPr>
        <w:t xml:space="preserve"> </w:t>
      </w:r>
      <w:r w:rsidR="00085C8D">
        <w:rPr>
          <w:spacing w:val="0"/>
          <w:position w:val="0"/>
        </w:rPr>
        <w:t xml:space="preserve">(koordinaadid </w:t>
      </w:r>
      <w:r w:rsidR="00BF6847">
        <w:rPr>
          <w:spacing w:val="0"/>
          <w:position w:val="0"/>
        </w:rPr>
        <w:t>N: 58.28576</w:t>
      </w:r>
      <w:r>
        <w:rPr>
          <w:spacing w:val="0"/>
          <w:position w:val="0"/>
        </w:rPr>
        <w:t xml:space="preserve">  </w:t>
      </w:r>
      <w:r w:rsidR="00B12E28">
        <w:rPr>
          <w:spacing w:val="0"/>
          <w:position w:val="0"/>
        </w:rPr>
        <w:t>S:</w:t>
      </w:r>
      <w:r w:rsidR="00BF6847">
        <w:rPr>
          <w:spacing w:val="0"/>
          <w:position w:val="0"/>
        </w:rPr>
        <w:t xml:space="preserve"> 25.52140</w:t>
      </w:r>
      <w:r w:rsidR="001A5DFA">
        <w:rPr>
          <w:spacing w:val="0"/>
          <w:position w:val="0"/>
        </w:rPr>
        <w:t xml:space="preserve">) on ajavahemikul </w:t>
      </w:r>
      <w:r w:rsidR="00BF6847">
        <w:rPr>
          <w:spacing w:val="0"/>
          <w:position w:val="0"/>
        </w:rPr>
        <w:t>01</w:t>
      </w:r>
      <w:r w:rsidR="001A5DFA">
        <w:rPr>
          <w:spacing w:val="0"/>
          <w:position w:val="0"/>
        </w:rPr>
        <w:t>.</w:t>
      </w:r>
      <w:r w:rsidR="00BF6847">
        <w:rPr>
          <w:spacing w:val="0"/>
          <w:position w:val="0"/>
        </w:rPr>
        <w:t xml:space="preserve">06. </w:t>
      </w:r>
      <w:r w:rsidR="0022668E">
        <w:rPr>
          <w:spacing w:val="0"/>
          <w:position w:val="0"/>
        </w:rPr>
        <w:t>-</w:t>
      </w:r>
      <w:r w:rsidR="00BF6847">
        <w:rPr>
          <w:spacing w:val="0"/>
          <w:position w:val="0"/>
        </w:rPr>
        <w:t xml:space="preserve"> 15</w:t>
      </w:r>
      <w:r w:rsidR="0022668E">
        <w:rPr>
          <w:spacing w:val="0"/>
          <w:position w:val="0"/>
        </w:rPr>
        <w:t>.</w:t>
      </w:r>
      <w:r>
        <w:rPr>
          <w:spacing w:val="0"/>
          <w:position w:val="0"/>
        </w:rPr>
        <w:t>06</w:t>
      </w:r>
      <w:r w:rsidR="003409EA">
        <w:rPr>
          <w:spacing w:val="0"/>
          <w:position w:val="0"/>
        </w:rPr>
        <w:t>.</w:t>
      </w:r>
      <w:r w:rsidR="001A5DFA">
        <w:rPr>
          <w:spacing w:val="0"/>
          <w:position w:val="0"/>
        </w:rPr>
        <w:t>202</w:t>
      </w:r>
      <w:r>
        <w:rPr>
          <w:spacing w:val="0"/>
          <w:position w:val="0"/>
        </w:rPr>
        <w:t>1</w:t>
      </w:r>
      <w:r w:rsidR="001A5DFA">
        <w:rPr>
          <w:spacing w:val="0"/>
          <w:position w:val="0"/>
        </w:rPr>
        <w:t xml:space="preserve"> varastatud</w:t>
      </w:r>
      <w:r w:rsidR="00441056">
        <w:rPr>
          <w:spacing w:val="0"/>
          <w:position w:val="0"/>
        </w:rPr>
        <w:t xml:space="preserve"> </w:t>
      </w:r>
      <w:r w:rsidRPr="000B0CA3">
        <w:rPr>
          <w:spacing w:val="0"/>
          <w:position w:val="0"/>
        </w:rPr>
        <w:t xml:space="preserve">3,37 </w:t>
      </w:r>
      <w:proofErr w:type="spellStart"/>
      <w:r w:rsidRPr="000B0CA3">
        <w:rPr>
          <w:spacing w:val="0"/>
          <w:position w:val="0"/>
        </w:rPr>
        <w:t>tm</w:t>
      </w:r>
      <w:proofErr w:type="spellEnd"/>
      <w:r w:rsidRPr="000B0CA3">
        <w:rPr>
          <w:spacing w:val="0"/>
          <w:position w:val="0"/>
        </w:rPr>
        <w:t xml:space="preserve"> lehise palki</w:t>
      </w:r>
      <w:r w:rsidR="001C6E4B">
        <w:rPr>
          <w:spacing w:val="0"/>
          <w:position w:val="0"/>
        </w:rPr>
        <w:t>.</w:t>
      </w:r>
      <w:r w:rsidR="00DA675D" w:rsidRPr="00DA675D">
        <w:rPr>
          <w:spacing w:val="0"/>
          <w:position w:val="0"/>
        </w:rPr>
        <w:t xml:space="preserve"> </w:t>
      </w:r>
    </w:p>
    <w:p w:rsidR="00DA675D" w:rsidRPr="00DA675D" w:rsidRDefault="00DA675D" w:rsidP="00DA675D">
      <w:pPr>
        <w:jc w:val="both"/>
        <w:rPr>
          <w:spacing w:val="0"/>
          <w:position w:val="0"/>
        </w:rPr>
      </w:pPr>
      <w:r w:rsidRPr="00DA675D">
        <w:rPr>
          <w:spacing w:val="0"/>
          <w:position w:val="0"/>
        </w:rPr>
        <w:t>Hindam</w:t>
      </w:r>
      <w:r w:rsidR="00085C8D">
        <w:rPr>
          <w:spacing w:val="0"/>
          <w:position w:val="0"/>
        </w:rPr>
        <w:t xml:space="preserve">e </w:t>
      </w:r>
      <w:r w:rsidR="00345BCB">
        <w:rPr>
          <w:spacing w:val="0"/>
          <w:position w:val="0"/>
        </w:rPr>
        <w:t xml:space="preserve">tekitatud kahju suuruseks </w:t>
      </w:r>
      <w:r w:rsidR="00BF6847">
        <w:rPr>
          <w:spacing w:val="0"/>
          <w:position w:val="0"/>
        </w:rPr>
        <w:t>221,48</w:t>
      </w:r>
      <w:r w:rsidRPr="00DA675D">
        <w:rPr>
          <w:spacing w:val="0"/>
          <w:position w:val="0"/>
        </w:rPr>
        <w:t xml:space="preserve"> eurot (ilma käibemaksuta).</w:t>
      </w:r>
    </w:p>
    <w:p w:rsidR="00DA675D" w:rsidRPr="00DA675D" w:rsidRDefault="00DA675D" w:rsidP="00DA675D">
      <w:pPr>
        <w:jc w:val="both"/>
        <w:rPr>
          <w:spacing w:val="0"/>
          <w:position w:val="0"/>
        </w:rPr>
      </w:pPr>
      <w:r w:rsidRPr="00DA675D">
        <w:rPr>
          <w:spacing w:val="0"/>
          <w:position w:val="0"/>
        </w:rPr>
        <w:t>Palume süüdlased välja selgitada ja võtta vastutusele seaduses ettenähtud korras.</w:t>
      </w:r>
    </w:p>
    <w:p w:rsidR="00DA675D" w:rsidRDefault="00DA675D" w:rsidP="00DA675D">
      <w:pPr>
        <w:jc w:val="both"/>
        <w:rPr>
          <w:spacing w:val="0"/>
          <w:position w:val="0"/>
        </w:rPr>
      </w:pPr>
      <w:bookmarkStart w:id="2" w:name="_GoBack"/>
      <w:bookmarkEnd w:id="2"/>
      <w:r w:rsidRPr="00DA675D">
        <w:rPr>
          <w:spacing w:val="0"/>
          <w:position w:val="0"/>
        </w:rPr>
        <w:t>Nimetatud varguse uurimisel on R</w:t>
      </w:r>
      <w:r w:rsidR="00085C8D">
        <w:rPr>
          <w:spacing w:val="0"/>
          <w:position w:val="0"/>
        </w:rPr>
        <w:t>M</w:t>
      </w:r>
      <w:r w:rsidR="00345BCB">
        <w:rPr>
          <w:spacing w:val="0"/>
          <w:position w:val="0"/>
        </w:rPr>
        <w:t xml:space="preserve">K esindajaks </w:t>
      </w:r>
      <w:r w:rsidR="002B7A66">
        <w:rPr>
          <w:spacing w:val="0"/>
          <w:position w:val="0"/>
        </w:rPr>
        <w:t xml:space="preserve">varumisjuht </w:t>
      </w:r>
      <w:r w:rsidR="00C9118E">
        <w:rPr>
          <w:spacing w:val="0"/>
          <w:position w:val="0"/>
        </w:rPr>
        <w:t xml:space="preserve">Herkki </w:t>
      </w:r>
      <w:r w:rsidR="00F6523E">
        <w:rPr>
          <w:spacing w:val="0"/>
          <w:position w:val="0"/>
        </w:rPr>
        <w:t>K</w:t>
      </w:r>
      <w:r w:rsidR="00C9118E">
        <w:rPr>
          <w:spacing w:val="0"/>
          <w:position w:val="0"/>
        </w:rPr>
        <w:t>auts</w:t>
      </w:r>
      <w:r w:rsidR="002B7A66">
        <w:rPr>
          <w:spacing w:val="0"/>
          <w:position w:val="0"/>
        </w:rPr>
        <w:t xml:space="preserve">, tel </w:t>
      </w:r>
      <w:r w:rsidR="00C9118E">
        <w:rPr>
          <w:spacing w:val="0"/>
          <w:position w:val="0"/>
        </w:rPr>
        <w:t>5263396.</w:t>
      </w:r>
    </w:p>
    <w:p w:rsidR="00876974" w:rsidRPr="00876974" w:rsidRDefault="00876974" w:rsidP="00876974">
      <w:pPr>
        <w:jc w:val="both"/>
        <w:rPr>
          <w:spacing w:val="0"/>
          <w:position w:val="0"/>
        </w:rPr>
      </w:pPr>
    </w:p>
    <w:p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1D139F" w:rsidRDefault="001D139F"/>
    <w:p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E85637" w:rsidRDefault="00E85637"/>
    <w:p w:rsidR="00E85637" w:rsidRDefault="00E85637"/>
    <w:p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:rsidR="00E85637" w:rsidRDefault="00E85637"/>
    <w:p w:rsidR="00E85637" w:rsidRDefault="00E85637"/>
    <w:p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3" w:name="Dropdown9"/>
      <w:r>
        <w:rPr>
          <w:spacing w:val="0"/>
          <w:position w:val="0"/>
        </w:rPr>
        <w:instrText xml:space="preserve"> FORMDROPDOWN </w:instrText>
      </w:r>
      <w:r w:rsidR="00867A2A">
        <w:rPr>
          <w:spacing w:val="0"/>
          <w:position w:val="0"/>
        </w:rPr>
      </w:r>
      <w:r w:rsidR="00867A2A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E85637" w:rsidRDefault="00E85637"/>
    <w:p w:rsidR="00DA675D" w:rsidRDefault="00DA675D"/>
    <w:p w:rsidR="00E85637" w:rsidRDefault="00E85637">
      <w:pPr>
        <w:rPr>
          <w:sz w:val="2"/>
        </w:rPr>
      </w:pPr>
    </w:p>
    <w:p w:rsidR="0058282E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4" w:name="Text30"/>
      <w:r>
        <w:instrText xml:space="preserve"> FORMTEXT </w:instrText>
      </w:r>
      <w:r>
        <w:fldChar w:fldCharType="separate"/>
      </w:r>
      <w:r w:rsidR="00C9118E">
        <w:rPr>
          <w:noProof/>
        </w:rPr>
        <w:t>Herkki Kauts</w:t>
      </w:r>
      <w:r>
        <w:fldChar w:fldCharType="end"/>
      </w:r>
      <w:bookmarkEnd w:id="4"/>
    </w:p>
    <w:p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5" w:name="Text32"/>
      <w:r>
        <w:instrText xml:space="preserve"> FORMTEXT </w:instrText>
      </w:r>
      <w:r>
        <w:fldChar w:fldCharType="separate"/>
      </w:r>
      <w:r w:rsidR="0058282E">
        <w:rPr>
          <w:noProof/>
        </w:rPr>
        <w:t xml:space="preserve">RMK Edela regiooni </w:t>
      </w:r>
      <w:r w:rsidR="00DA675D">
        <w:rPr>
          <w:noProof/>
        </w:rPr>
        <w:t>varumisjuht</w:t>
      </w:r>
      <w:r>
        <w:fldChar w:fldCharType="end"/>
      </w:r>
      <w:bookmarkEnd w:id="5"/>
    </w:p>
    <w:p w:rsidR="00DA675D" w:rsidRDefault="00DA675D"/>
    <w:p w:rsidR="00DA675D" w:rsidRDefault="00DA675D"/>
    <w:p w:rsidR="00F6523E" w:rsidRDefault="00F6523E"/>
    <w:p w:rsidR="00F6523E" w:rsidRDefault="00F6523E"/>
    <w:p w:rsidR="00F6523E" w:rsidRDefault="00F6523E"/>
    <w:p w:rsidR="00F6523E" w:rsidRDefault="00F6523E"/>
    <w:p w:rsidR="00E74972" w:rsidRDefault="00E74972" w:rsidP="00E74972"/>
    <w:p w:rsidR="00E74972" w:rsidRDefault="00E74972" w:rsidP="00E74972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Anu Laas</w:t>
      </w:r>
    </w:p>
    <w:p w:rsidR="00E74972" w:rsidRDefault="00E74972" w:rsidP="00E74972">
      <w:r>
        <w:rPr>
          <w:noProof/>
        </w:rPr>
        <w:t>5175043</w:t>
      </w:r>
      <w:r w:rsidRPr="00DA675D">
        <w:rPr>
          <w:noProof/>
        </w:rPr>
        <w:t>,</w:t>
      </w:r>
      <w:r w:rsidRPr="00B06906">
        <w:rPr>
          <w:noProof/>
        </w:rPr>
        <w:t xml:space="preserve"> </w:t>
      </w:r>
      <w:r>
        <w:rPr>
          <w:noProof/>
        </w:rPr>
        <w:t>anu.laas@rmk.ee</w:t>
      </w:r>
      <w:r>
        <w:fldChar w:fldCharType="end"/>
      </w:r>
    </w:p>
    <w:p w:rsidR="00E74972" w:rsidRDefault="00E74972" w:rsidP="00E74972"/>
    <w:p w:rsidR="00E74972" w:rsidRDefault="00E74972" w:rsidP="00E74972"/>
    <w:p w:rsidR="005B7127" w:rsidRPr="005B7127" w:rsidRDefault="00E74972" w:rsidP="00E74972">
      <w:r>
        <w:t xml:space="preserve">Vastus palun saata e-posti teel </w:t>
      </w:r>
      <w:hyperlink r:id="rId12" w:history="1">
        <w:r w:rsidRPr="006E001D">
          <w:rPr>
            <w:rStyle w:val="Hperlink"/>
          </w:rPr>
          <w:t>anu.laas@rmk.ee</w:t>
        </w:r>
      </w:hyperlink>
    </w:p>
    <w:sectPr w:rsidR="005B7127" w:rsidRPr="005B7127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2A" w:rsidRDefault="00867A2A">
      <w:r>
        <w:separator/>
      </w:r>
    </w:p>
  </w:endnote>
  <w:endnote w:type="continuationSeparator" w:id="0">
    <w:p w:rsidR="00867A2A" w:rsidRDefault="0086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2A" w:rsidRDefault="00867A2A">
      <w:r>
        <w:separator/>
      </w:r>
    </w:p>
  </w:footnote>
  <w:footnote w:type="continuationSeparator" w:id="0">
    <w:p w:rsidR="00867A2A" w:rsidRDefault="0086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DA675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2E"/>
    <w:rsid w:val="00085C8D"/>
    <w:rsid w:val="000B0CA3"/>
    <w:rsid w:val="000C3E3E"/>
    <w:rsid w:val="000C7A7A"/>
    <w:rsid w:val="000D31BC"/>
    <w:rsid w:val="00117652"/>
    <w:rsid w:val="001209CD"/>
    <w:rsid w:val="0015432F"/>
    <w:rsid w:val="00182F0F"/>
    <w:rsid w:val="00187A2D"/>
    <w:rsid w:val="001A5DFA"/>
    <w:rsid w:val="001A75CC"/>
    <w:rsid w:val="001C6E4B"/>
    <w:rsid w:val="001D139F"/>
    <w:rsid w:val="001E574A"/>
    <w:rsid w:val="0022668E"/>
    <w:rsid w:val="00231DFB"/>
    <w:rsid w:val="00253A82"/>
    <w:rsid w:val="002B7A66"/>
    <w:rsid w:val="002C1D4A"/>
    <w:rsid w:val="00320540"/>
    <w:rsid w:val="00326150"/>
    <w:rsid w:val="00330AB6"/>
    <w:rsid w:val="00332A42"/>
    <w:rsid w:val="003409EA"/>
    <w:rsid w:val="00345BCB"/>
    <w:rsid w:val="00356C40"/>
    <w:rsid w:val="00387D1D"/>
    <w:rsid w:val="003A08B0"/>
    <w:rsid w:val="003A5ACD"/>
    <w:rsid w:val="003B425C"/>
    <w:rsid w:val="0040650C"/>
    <w:rsid w:val="004140A0"/>
    <w:rsid w:val="00436506"/>
    <w:rsid w:val="00441056"/>
    <w:rsid w:val="00444F6A"/>
    <w:rsid w:val="00464B47"/>
    <w:rsid w:val="00483E5E"/>
    <w:rsid w:val="00491E34"/>
    <w:rsid w:val="004B0F4C"/>
    <w:rsid w:val="005178A4"/>
    <w:rsid w:val="0058282E"/>
    <w:rsid w:val="005848B5"/>
    <w:rsid w:val="0058580B"/>
    <w:rsid w:val="005A17BB"/>
    <w:rsid w:val="005B1CF0"/>
    <w:rsid w:val="005B7127"/>
    <w:rsid w:val="005C56A1"/>
    <w:rsid w:val="006113B4"/>
    <w:rsid w:val="006228CF"/>
    <w:rsid w:val="00626C62"/>
    <w:rsid w:val="006533D3"/>
    <w:rsid w:val="00663484"/>
    <w:rsid w:val="00671C7C"/>
    <w:rsid w:val="006D2B4E"/>
    <w:rsid w:val="006F1572"/>
    <w:rsid w:val="00704BBF"/>
    <w:rsid w:val="0075211E"/>
    <w:rsid w:val="007B7275"/>
    <w:rsid w:val="007E0D20"/>
    <w:rsid w:val="007F482F"/>
    <w:rsid w:val="00845FCB"/>
    <w:rsid w:val="00867A2A"/>
    <w:rsid w:val="00876974"/>
    <w:rsid w:val="008B1038"/>
    <w:rsid w:val="008C0A3A"/>
    <w:rsid w:val="009007A0"/>
    <w:rsid w:val="0098149F"/>
    <w:rsid w:val="009D6A05"/>
    <w:rsid w:val="009F7E67"/>
    <w:rsid w:val="00A9445B"/>
    <w:rsid w:val="00AA6DA9"/>
    <w:rsid w:val="00AD3B63"/>
    <w:rsid w:val="00B06906"/>
    <w:rsid w:val="00B12E28"/>
    <w:rsid w:val="00B40D5A"/>
    <w:rsid w:val="00B44A85"/>
    <w:rsid w:val="00B7608B"/>
    <w:rsid w:val="00BE1220"/>
    <w:rsid w:val="00BF6847"/>
    <w:rsid w:val="00C32B5E"/>
    <w:rsid w:val="00C42FC1"/>
    <w:rsid w:val="00C52479"/>
    <w:rsid w:val="00C66170"/>
    <w:rsid w:val="00C67247"/>
    <w:rsid w:val="00C71181"/>
    <w:rsid w:val="00C71E69"/>
    <w:rsid w:val="00C9118E"/>
    <w:rsid w:val="00D04E24"/>
    <w:rsid w:val="00D17B6B"/>
    <w:rsid w:val="00D34BF1"/>
    <w:rsid w:val="00D65FFB"/>
    <w:rsid w:val="00DA675D"/>
    <w:rsid w:val="00DB1D61"/>
    <w:rsid w:val="00E57378"/>
    <w:rsid w:val="00E74972"/>
    <w:rsid w:val="00E7760F"/>
    <w:rsid w:val="00E80AA7"/>
    <w:rsid w:val="00E85637"/>
    <w:rsid w:val="00EC5BAE"/>
    <w:rsid w:val="00EF2113"/>
    <w:rsid w:val="00F04FCF"/>
    <w:rsid w:val="00F6523E"/>
    <w:rsid w:val="00F6583B"/>
    <w:rsid w:val="00F94062"/>
    <w:rsid w:val="00FD3266"/>
    <w:rsid w:val="00FD7027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672F1A"/>
  <w15:docId w15:val="{FEAD3609-C588-4714-994F-E589D58B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B1CF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B1CF0"/>
    <w:rPr>
      <w:rFonts w:asciiTheme="majorHAnsi" w:eastAsiaTheme="majorEastAsia" w:hAnsiTheme="majorHAnsi" w:cstheme="majorBidi"/>
      <w:color w:val="365F91" w:themeColor="accent1" w:themeShade="BF"/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04E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u.laas@rmk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5218-0FE3-4575-879F-BC6ABD6D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17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1072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4</cp:revision>
  <cp:lastPrinted>2020-10-06T10:37:00Z</cp:lastPrinted>
  <dcterms:created xsi:type="dcterms:W3CDTF">2021-06-21T14:14:00Z</dcterms:created>
  <dcterms:modified xsi:type="dcterms:W3CDTF">2021-06-21T14:30:00Z</dcterms:modified>
</cp:coreProperties>
</file>